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9490F" w:rsidRDefault="0071620A" w:rsidP="00B9490F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9490F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B1013A" w:rsidRDefault="00B1013A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1013A">
        <w:rPr>
          <w:rFonts w:ascii="Corbel" w:hAnsi="Corbel"/>
          <w:b/>
          <w:sz w:val="20"/>
          <w:szCs w:val="20"/>
        </w:rPr>
        <w:t xml:space="preserve">Rok akademicki  </w:t>
      </w:r>
      <w:r w:rsidR="00CA32C3" w:rsidRPr="00B1013A">
        <w:rPr>
          <w:rFonts w:ascii="Corbel" w:hAnsi="Corbel"/>
          <w:b/>
          <w:sz w:val="20"/>
          <w:szCs w:val="20"/>
        </w:rPr>
        <w:t>202</w:t>
      </w:r>
      <w:r w:rsidR="00B9490F">
        <w:rPr>
          <w:rFonts w:ascii="Corbel" w:hAnsi="Corbel"/>
          <w:b/>
          <w:sz w:val="20"/>
          <w:szCs w:val="20"/>
        </w:rPr>
        <w:t>2</w:t>
      </w:r>
      <w:r w:rsidR="00CA32C3" w:rsidRPr="00B1013A">
        <w:rPr>
          <w:rFonts w:ascii="Corbel" w:hAnsi="Corbel"/>
          <w:b/>
          <w:sz w:val="20"/>
          <w:szCs w:val="20"/>
        </w:rPr>
        <w:t>/202</w:t>
      </w:r>
      <w:r w:rsidR="00B9490F">
        <w:rPr>
          <w:rFonts w:ascii="Corbel" w:hAnsi="Corbel"/>
          <w:b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013A" w:rsidRDefault="00EC3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1013A">
              <w:rPr>
                <w:rFonts w:ascii="Corbel" w:hAnsi="Corbel"/>
                <w:sz w:val="24"/>
                <w:szCs w:val="24"/>
              </w:rPr>
              <w:t>P</w:t>
            </w:r>
            <w:r w:rsidR="007B5C3F" w:rsidRPr="00B1013A">
              <w:rPr>
                <w:rFonts w:ascii="Corbel" w:hAnsi="Corbel"/>
                <w:sz w:val="24"/>
                <w:szCs w:val="24"/>
              </w:rPr>
              <w:t>olityka prorodzinna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629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95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27F45" w:rsidRDefault="00E27F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F45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013A" w:rsidRDefault="007C7C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1013A">
              <w:rPr>
                <w:rFonts w:ascii="Corbel" w:hAnsi="Corbel"/>
                <w:sz w:val="24"/>
                <w:szCs w:val="24"/>
              </w:rPr>
              <w:t>Rok 1,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46392" w:rsidP="008D39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D3945">
              <w:rPr>
                <w:rFonts w:ascii="Corbel" w:hAnsi="Corbel"/>
                <w:b w:val="0"/>
                <w:sz w:val="24"/>
                <w:szCs w:val="24"/>
              </w:rPr>
              <w:t>Wiesław Matyskiewicz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B101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B101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B101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01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01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01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01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01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01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01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01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B101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B101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C7CAC" w:rsidP="00B101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C7CAC" w:rsidP="00B101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01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01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01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01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01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01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B101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C7CAC" w:rsidP="00B101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1013A" w:rsidRDefault="00B101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7C7CA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745B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socjologii.</w:t>
            </w:r>
          </w:p>
        </w:tc>
      </w:tr>
    </w:tbl>
    <w:p w:rsidR="00B1013A" w:rsidRDefault="00B1013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53C41" w:rsidRDefault="00B1013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45BBD" w:rsidRPr="009C54AE" w:rsidTr="00745BBD">
        <w:tc>
          <w:tcPr>
            <w:tcW w:w="851" w:type="dxa"/>
            <w:vAlign w:val="center"/>
          </w:tcPr>
          <w:p w:rsidR="00745BBD" w:rsidRPr="009C54AE" w:rsidRDefault="00745BBD" w:rsidP="008F49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45BBD" w:rsidRPr="006A458B" w:rsidRDefault="00745BBD" w:rsidP="008F49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Zapoznanie studentów z podstawowymi zagadnieniami polityki społecznej wynikające z uwarunkowań</w:t>
            </w:r>
            <w:r>
              <w:rPr>
                <w:rFonts w:ascii="Corbel" w:hAnsi="Corbel"/>
                <w:sz w:val="24"/>
                <w:szCs w:val="24"/>
              </w:rPr>
              <w:t xml:space="preserve"> społecznej gospodarki rynkowej.</w:t>
            </w:r>
          </w:p>
        </w:tc>
      </w:tr>
      <w:tr w:rsidR="00745BBD" w:rsidRPr="009C54AE" w:rsidTr="00745BBD">
        <w:tc>
          <w:tcPr>
            <w:tcW w:w="851" w:type="dxa"/>
            <w:vAlign w:val="center"/>
          </w:tcPr>
          <w:p w:rsidR="00745BBD" w:rsidRPr="009C54AE" w:rsidRDefault="00745BBD" w:rsidP="008F493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45BBD" w:rsidRPr="006A458B" w:rsidRDefault="00745BBD" w:rsidP="008F493F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Zorientowanie w obecnych kierunkach polityki społecznej w Polsce i świecie wobec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45BBD" w:rsidRPr="009C54AE" w:rsidTr="00745BBD">
        <w:tc>
          <w:tcPr>
            <w:tcW w:w="851" w:type="dxa"/>
            <w:vAlign w:val="center"/>
          </w:tcPr>
          <w:p w:rsidR="00745BBD" w:rsidRPr="009C54AE" w:rsidRDefault="00745BBD" w:rsidP="008F49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45BBD" w:rsidRPr="006A458B" w:rsidRDefault="00745BBD" w:rsidP="008F493F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Prezentacja uwarunkowań prowadzących do zagwarantowania ładu i pokoju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45BBD" w:rsidRPr="009C54AE" w:rsidTr="00745BBD">
        <w:tc>
          <w:tcPr>
            <w:tcW w:w="851" w:type="dxa"/>
            <w:vAlign w:val="center"/>
          </w:tcPr>
          <w:p w:rsidR="00745BBD" w:rsidRDefault="00745BBD" w:rsidP="008F49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45BBD" w:rsidRPr="006A458B" w:rsidRDefault="00745BBD" w:rsidP="008F493F">
            <w:pPr>
              <w:pStyle w:val="Podpunkty"/>
              <w:spacing w:line="276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Wyrobienie umiejętności posługiwania się wiedzą w zakresie budowy racjonalnych opinii o podstawowych kwestiach społecznych, przewidywanie kształtowania się procesów społecznych na skutek konkretnych decyzji politycznych w zakresie ogólnej polityki jak i szczegółowych polityk społecznych, a szczególnie w odniesieniu do rodziny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745BBD" w:rsidRPr="009C54AE" w:rsidTr="008F493F">
        <w:tc>
          <w:tcPr>
            <w:tcW w:w="1701" w:type="dxa"/>
            <w:vAlign w:val="center"/>
          </w:tcPr>
          <w:p w:rsidR="00745BBD" w:rsidRPr="009C54AE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45BBD" w:rsidRPr="009C54AE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745BBD" w:rsidRPr="009C54AE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45BBD" w:rsidRPr="009C54AE" w:rsidTr="008F493F">
        <w:tc>
          <w:tcPr>
            <w:tcW w:w="1701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45BBD" w:rsidRPr="00CE542A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rozróżni powiązania wiedzy z zakresu nauk o rodzinie z socjologią i pedagogiką.</w:t>
            </w:r>
          </w:p>
        </w:tc>
        <w:tc>
          <w:tcPr>
            <w:tcW w:w="1873" w:type="dxa"/>
          </w:tcPr>
          <w:p w:rsidR="00745BBD" w:rsidRPr="006A458B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745BBD" w:rsidRPr="009C54AE" w:rsidTr="008F493F">
        <w:tc>
          <w:tcPr>
            <w:tcW w:w="1701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45BBD" w:rsidRPr="00B62749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2749">
              <w:rPr>
                <w:rFonts w:ascii="Corbel" w:hAnsi="Corbel"/>
                <w:color w:val="000000"/>
                <w:spacing w:val="2"/>
                <w:sz w:val="24"/>
                <w:szCs w:val="24"/>
              </w:rPr>
              <w:t xml:space="preserve">Student  opisze </w:t>
            </w:r>
            <w:r w:rsidRPr="00B62749">
              <w:rPr>
                <w:rFonts w:ascii="Corbel" w:eastAsia="Times New Roman" w:hAnsi="Corbel"/>
                <w:color w:val="000000"/>
                <w:spacing w:val="2"/>
                <w:sz w:val="24"/>
                <w:szCs w:val="24"/>
              </w:rPr>
              <w:t xml:space="preserve">instrumenty, </w:t>
            </w:r>
            <w:r w:rsidRPr="00B62749">
              <w:rPr>
                <w:rFonts w:ascii="Corbel" w:eastAsia="Times New Roman" w:hAnsi="Corbel"/>
                <w:color w:val="000000"/>
                <w:sz w:val="24"/>
                <w:szCs w:val="24"/>
              </w:rPr>
              <w:t>podmioty  oraz   instytucje, zajmujące się pomocą rodzinie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45BBD" w:rsidRPr="006A458B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745BBD" w:rsidRPr="009C54AE" w:rsidTr="008F493F">
        <w:tc>
          <w:tcPr>
            <w:tcW w:w="1701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45BBD" w:rsidRPr="00CE542A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działania różnych instytucji i organizacji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zajmujących się pomocą ro</w:t>
            </w:r>
            <w:r>
              <w:rPr>
                <w:rFonts w:ascii="Corbel" w:hAnsi="Corbel"/>
                <w:sz w:val="24"/>
                <w:szCs w:val="24"/>
              </w:rPr>
              <w:t>dzinom w sytuacjach kryzysowych: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 świetlicach socjoterapeutycznych i środowiskowych, ośrodkach interwencji kryzysowej i specjalistycznego wsparcia, domach pomocy społecznej, sanatoriach i ośrodkach rehabilitacyjno-edukacyjnych.</w:t>
            </w:r>
          </w:p>
        </w:tc>
        <w:tc>
          <w:tcPr>
            <w:tcW w:w="1873" w:type="dxa"/>
          </w:tcPr>
          <w:p w:rsidR="00745BBD" w:rsidRPr="006A458B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745BBD" w:rsidRPr="009C54AE" w:rsidTr="008F493F">
        <w:tc>
          <w:tcPr>
            <w:tcW w:w="1701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45BBD" w:rsidRPr="00243094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dokon</w:t>
            </w:r>
            <w:r w:rsidR="00510F91">
              <w:rPr>
                <w:rFonts w:ascii="Corbel" w:hAnsi="Corbel"/>
                <w:sz w:val="24"/>
                <w:szCs w:val="24"/>
              </w:rPr>
              <w:t>a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analizy i interpretacji własnych działań i umiejętności związanych z  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k</w:t>
            </w:r>
            <w:r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reowaniem polityki prorodzinnej. </w:t>
            </w:r>
            <w:r w:rsidRPr="00243094">
              <w:rPr>
                <w:rFonts w:ascii="Corbel" w:hAnsi="Corbel"/>
                <w:sz w:val="24"/>
                <w:szCs w:val="24"/>
              </w:rPr>
              <w:t>Podejm</w:t>
            </w:r>
            <w:r w:rsidR="00510F91">
              <w:rPr>
                <w:rFonts w:ascii="Corbel" w:hAnsi="Corbel"/>
                <w:sz w:val="24"/>
                <w:szCs w:val="24"/>
              </w:rPr>
              <w:t>ie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działania na rzecz własnego rozwoju i rozwoju innych uczes</w:t>
            </w:r>
            <w:r>
              <w:rPr>
                <w:rFonts w:ascii="Corbel" w:hAnsi="Corbel"/>
                <w:sz w:val="24"/>
                <w:szCs w:val="24"/>
              </w:rPr>
              <w:t>tników procesów pedagogicznych, z uwzględnieniem rodziny w tych działaniach.</w:t>
            </w:r>
          </w:p>
        </w:tc>
        <w:tc>
          <w:tcPr>
            <w:tcW w:w="1873" w:type="dxa"/>
          </w:tcPr>
          <w:p w:rsidR="00745BBD" w:rsidRPr="006A458B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745BBD" w:rsidRPr="009C54AE" w:rsidTr="008F493F">
        <w:tc>
          <w:tcPr>
            <w:tcW w:w="1701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45BBD" w:rsidRPr="00243094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 oceni przydatność  działań   w  zakresie  polityki  społecznej   w  kontekście realizowania polityki prorodzinnej.</w:t>
            </w:r>
          </w:p>
        </w:tc>
        <w:tc>
          <w:tcPr>
            <w:tcW w:w="1873" w:type="dxa"/>
          </w:tcPr>
          <w:p w:rsidR="00745BBD" w:rsidRPr="006A458B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745BBD" w:rsidRPr="009C54AE" w:rsidTr="008F493F">
        <w:tc>
          <w:tcPr>
            <w:tcW w:w="1701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745BBD" w:rsidRPr="00CE542A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dostrze</w:t>
            </w:r>
            <w:r w:rsidR="002A0B95">
              <w:rPr>
                <w:rFonts w:ascii="Corbel" w:hAnsi="Corbel"/>
                <w:sz w:val="24"/>
                <w:szCs w:val="24"/>
              </w:rPr>
              <w:t>że</w:t>
            </w:r>
            <w:r>
              <w:rPr>
                <w:rFonts w:ascii="Corbel" w:hAnsi="Corbel"/>
                <w:sz w:val="24"/>
                <w:szCs w:val="24"/>
              </w:rPr>
              <w:t xml:space="preserve"> różne formy funkcjonowania rodziny i odpowiednio </w:t>
            </w:r>
            <w:r w:rsidR="00510F91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ormułuje swoje stanowisko dotyczące </w:t>
            </w:r>
            <w:r>
              <w:rPr>
                <w:rFonts w:ascii="Corbel" w:hAnsi="Corbel"/>
                <w:sz w:val="24"/>
                <w:szCs w:val="24"/>
              </w:rPr>
              <w:t>tego zjawiska. Wykorzyst</w:t>
            </w:r>
            <w:r w:rsidR="00510F91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do tych uzasadnień różnych </w:t>
            </w:r>
            <w:r w:rsidRPr="00CE542A">
              <w:rPr>
                <w:rFonts w:ascii="Corbel" w:hAnsi="Corbel"/>
                <w:sz w:val="24"/>
                <w:szCs w:val="24"/>
              </w:rPr>
              <w:t>autorów źródeł naukowych (pedagogicznych, psychologicznych, socjologicznych, prawnych) i wyciąg</w:t>
            </w:r>
            <w:r w:rsidR="00510F91">
              <w:rPr>
                <w:rFonts w:ascii="Corbel" w:hAnsi="Corbel"/>
                <w:sz w:val="24"/>
                <w:szCs w:val="24"/>
              </w:rPr>
              <w:t xml:space="preserve">nie </w:t>
            </w:r>
            <w:r w:rsidRPr="00CE542A">
              <w:rPr>
                <w:rFonts w:ascii="Corbel" w:hAnsi="Corbel"/>
                <w:sz w:val="24"/>
                <w:szCs w:val="24"/>
              </w:rPr>
              <w:t>adekwatne wnioski.</w:t>
            </w:r>
          </w:p>
        </w:tc>
        <w:tc>
          <w:tcPr>
            <w:tcW w:w="1873" w:type="dxa"/>
          </w:tcPr>
          <w:p w:rsidR="00745BBD" w:rsidRPr="006A458B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745BBD" w:rsidRPr="009C54AE" w:rsidTr="008F493F">
        <w:tc>
          <w:tcPr>
            <w:tcW w:w="1701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45BBD" w:rsidRPr="00243094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Student wyka</w:t>
            </w:r>
            <w:r w:rsidR="00510F91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że</w:t>
            </w: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 xml:space="preserve"> odpowiedzialno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ść w formułowaniu ocen i opinii.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745BBD" w:rsidRPr="006A458B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5BBD" w:rsidRPr="00745BBD" w:rsidTr="00923D7D">
        <w:tc>
          <w:tcPr>
            <w:tcW w:w="9639" w:type="dxa"/>
          </w:tcPr>
          <w:p w:rsidR="00745BBD" w:rsidRPr="00745BBD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hAnsi="Corbel"/>
                <w:sz w:val="24"/>
                <w:szCs w:val="24"/>
              </w:rPr>
              <w:t>Rodzina w zmieniającym się społeczeństwie</w:t>
            </w:r>
          </w:p>
        </w:tc>
      </w:tr>
      <w:tr w:rsidR="00745BBD" w:rsidRPr="00745BBD" w:rsidTr="00923D7D">
        <w:tc>
          <w:tcPr>
            <w:tcW w:w="9639" w:type="dxa"/>
          </w:tcPr>
          <w:p w:rsidR="00745BBD" w:rsidRPr="00745BBD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hAnsi="Corbel"/>
                <w:sz w:val="24"/>
                <w:szCs w:val="24"/>
              </w:rPr>
              <w:t>Rodzina i małżeństwo a nowoczesność</w:t>
            </w:r>
          </w:p>
        </w:tc>
      </w:tr>
      <w:tr w:rsidR="00745BBD" w:rsidRPr="00745BBD" w:rsidTr="00923D7D">
        <w:tc>
          <w:tcPr>
            <w:tcW w:w="9639" w:type="dxa"/>
          </w:tcPr>
          <w:p w:rsidR="00745BBD" w:rsidRPr="00745BBD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eastAsia="Times New Roman" w:hAnsi="Corbel"/>
                <w:sz w:val="24"/>
                <w:szCs w:val="24"/>
              </w:rPr>
              <w:t>Instytucje wychowawcze i edukacyjne wobec rodziny</w:t>
            </w:r>
          </w:p>
        </w:tc>
      </w:tr>
      <w:tr w:rsidR="00745BBD" w:rsidRPr="00745BBD" w:rsidTr="00923D7D">
        <w:tc>
          <w:tcPr>
            <w:tcW w:w="9639" w:type="dxa"/>
          </w:tcPr>
          <w:p w:rsidR="00745BBD" w:rsidRPr="00745BBD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eastAsia="Times New Roman" w:hAnsi="Corbel"/>
                <w:sz w:val="24"/>
                <w:szCs w:val="24"/>
                <w:lang w:eastAsia="pl-PL"/>
              </w:rPr>
              <w:t>Polityka rodzinna wobec problemów społecznych</w:t>
            </w:r>
          </w:p>
        </w:tc>
      </w:tr>
      <w:tr w:rsidR="00745BBD" w:rsidRPr="00745BBD" w:rsidTr="00923D7D">
        <w:tc>
          <w:tcPr>
            <w:tcW w:w="9639" w:type="dxa"/>
          </w:tcPr>
          <w:p w:rsidR="00745BBD" w:rsidRPr="00745BBD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eastAsia="Times New Roman" w:hAnsi="Corbel"/>
                <w:sz w:val="24"/>
                <w:szCs w:val="24"/>
                <w:lang w:eastAsia="pl-PL"/>
              </w:rPr>
              <w:t>Bezrobocie i ubóstwo rodzin</w:t>
            </w:r>
          </w:p>
        </w:tc>
      </w:tr>
      <w:tr w:rsidR="00745BBD" w:rsidRPr="00745BBD" w:rsidTr="00923D7D">
        <w:tc>
          <w:tcPr>
            <w:tcW w:w="9639" w:type="dxa"/>
          </w:tcPr>
          <w:p w:rsidR="00745BBD" w:rsidRPr="00745BBD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hAnsi="Corbel"/>
                <w:sz w:val="24"/>
                <w:szCs w:val="24"/>
              </w:rPr>
              <w:t>Polityka państwa polskiego wobec rodziny</w:t>
            </w:r>
          </w:p>
        </w:tc>
      </w:tr>
      <w:tr w:rsidR="00745BBD" w:rsidRPr="00745BBD" w:rsidTr="00923D7D">
        <w:tc>
          <w:tcPr>
            <w:tcW w:w="9639" w:type="dxa"/>
          </w:tcPr>
          <w:p w:rsidR="00745BBD" w:rsidRPr="00745BBD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hAnsi="Corbel"/>
                <w:sz w:val="24"/>
                <w:szCs w:val="24"/>
              </w:rPr>
              <w:t>Polityka prorodzinna państwa - kierunki</w:t>
            </w:r>
          </w:p>
        </w:tc>
      </w:tr>
      <w:tr w:rsidR="00745BBD" w:rsidRPr="00745BBD" w:rsidTr="00923D7D">
        <w:tc>
          <w:tcPr>
            <w:tcW w:w="9639" w:type="dxa"/>
          </w:tcPr>
          <w:p w:rsidR="00745BBD" w:rsidRPr="00745BBD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hAnsi="Corbel"/>
                <w:sz w:val="24"/>
                <w:szCs w:val="24"/>
              </w:rPr>
              <w:t>Działania prorodzinne różnych grup i instytucji</w:t>
            </w:r>
          </w:p>
        </w:tc>
      </w:tr>
      <w:tr w:rsidR="00745BBD" w:rsidRPr="006A458B" w:rsidTr="008F493F">
        <w:tc>
          <w:tcPr>
            <w:tcW w:w="9639" w:type="dxa"/>
          </w:tcPr>
          <w:p w:rsidR="00745BBD" w:rsidRPr="00745BBD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hAnsi="Corbel"/>
                <w:sz w:val="24"/>
                <w:szCs w:val="24"/>
              </w:rPr>
              <w:t>System edukacji. Polityka edukacyjna i poradnictwo.</w:t>
            </w:r>
          </w:p>
        </w:tc>
      </w:tr>
      <w:tr w:rsidR="00745BBD" w:rsidRPr="006A458B" w:rsidTr="008F493F">
        <w:tc>
          <w:tcPr>
            <w:tcW w:w="9639" w:type="dxa"/>
          </w:tcPr>
          <w:p w:rsidR="00745BBD" w:rsidRPr="00745BBD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5BBD">
              <w:rPr>
                <w:rFonts w:ascii="Corbel" w:hAnsi="Corbel"/>
                <w:sz w:val="24"/>
                <w:szCs w:val="24"/>
              </w:rPr>
              <w:t>Wykluczenie społeczne. Perspektywy przeciwdziałania.</w:t>
            </w:r>
          </w:p>
        </w:tc>
      </w:tr>
      <w:tr w:rsidR="00745BBD" w:rsidRPr="006A458B" w:rsidTr="008F493F">
        <w:tc>
          <w:tcPr>
            <w:tcW w:w="9639" w:type="dxa"/>
          </w:tcPr>
          <w:p w:rsidR="00745BBD" w:rsidRPr="006A458B" w:rsidRDefault="00745BBD" w:rsidP="00510F91">
            <w:pPr>
              <w:pStyle w:val="Tekstpodstawowywcity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Ochrona zdrowia w systemie zabezpieczenia społecznego. System ochrony zdrowia w Polsce.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1013A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B1013A">
        <w:tc>
          <w:tcPr>
            <w:tcW w:w="9520" w:type="dxa"/>
          </w:tcPr>
          <w:p w:rsidR="0085747A" w:rsidRPr="009C54AE" w:rsidRDefault="00B101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45BBD" w:rsidRPr="00510F91" w:rsidRDefault="00745BBD" w:rsidP="00745BB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10F91">
        <w:rPr>
          <w:rFonts w:ascii="Corbel" w:hAnsi="Corbel"/>
          <w:b w:val="0"/>
          <w:szCs w:val="24"/>
        </w:rPr>
        <w:t>wykład tradycyjny/wykład z prezentacją multimedialną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45BBD" w:rsidRPr="009C54AE" w:rsidTr="008F493F">
        <w:tc>
          <w:tcPr>
            <w:tcW w:w="1985" w:type="dxa"/>
            <w:vAlign w:val="center"/>
          </w:tcPr>
          <w:p w:rsidR="00745BBD" w:rsidRPr="009C54AE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45BBD" w:rsidRPr="009C54AE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04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745BBD" w:rsidRPr="009C54AE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45BBD" w:rsidRPr="009C54AE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45BBD" w:rsidRPr="009C54AE" w:rsidRDefault="00745BBD" w:rsidP="008F49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048E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45BBD" w:rsidRPr="009C54AE" w:rsidTr="008F493F">
        <w:tc>
          <w:tcPr>
            <w:tcW w:w="1985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45BBD" w:rsidRPr="00CE542A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45BBD" w:rsidRPr="009C54AE" w:rsidTr="008F493F">
        <w:tc>
          <w:tcPr>
            <w:tcW w:w="1985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45BBD" w:rsidRPr="009C54AE" w:rsidTr="008F493F">
        <w:tc>
          <w:tcPr>
            <w:tcW w:w="1985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45BBD" w:rsidRPr="009C54AE" w:rsidTr="008F493F">
        <w:tc>
          <w:tcPr>
            <w:tcW w:w="1985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45BBD" w:rsidRPr="009C54AE" w:rsidTr="008F493F">
        <w:tc>
          <w:tcPr>
            <w:tcW w:w="1985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45BBD" w:rsidRPr="009C54AE" w:rsidTr="008F493F">
        <w:tc>
          <w:tcPr>
            <w:tcW w:w="1985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45BBD" w:rsidRPr="009C54AE" w:rsidTr="008F493F">
        <w:tc>
          <w:tcPr>
            <w:tcW w:w="1985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745BBD" w:rsidRPr="009C54AE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923D7D" w:rsidRPr="009C54AE" w:rsidRDefault="00745B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3FA8">
              <w:rPr>
                <w:rFonts w:ascii="Corbel" w:eastAsia="Times New Roman" w:hAnsi="Corbel"/>
                <w:b w:val="0"/>
              </w:rPr>
              <w:t xml:space="preserve">Student uzyskuje ocenę pozytywną, gdy </w:t>
            </w:r>
            <w:r>
              <w:rPr>
                <w:rFonts w:ascii="Corbel" w:eastAsia="Times New Roman" w:hAnsi="Corbel"/>
                <w:b w:val="0"/>
              </w:rPr>
              <w:t>zdobędzie z egzaminu</w:t>
            </w:r>
            <w:r w:rsidRPr="00E73FA8">
              <w:rPr>
                <w:rFonts w:ascii="Corbel" w:eastAsia="Times New Roman" w:hAnsi="Corbel"/>
                <w:b w:val="0"/>
              </w:rPr>
              <w:t xml:space="preserve"> odpowiednią ilość punktów kwalifikującą do</w:t>
            </w:r>
            <w:r>
              <w:rPr>
                <w:rFonts w:ascii="Corbel" w:eastAsia="Times New Roman" w:hAnsi="Corbel"/>
                <w:b w:val="0"/>
              </w:rPr>
              <w:t xml:space="preserve"> uzyskania odpowiedniej </w:t>
            </w:r>
            <w:r w:rsidRPr="00E73FA8">
              <w:rPr>
                <w:rFonts w:ascii="Corbel" w:eastAsia="Times New Roman" w:hAnsi="Corbel"/>
                <w:b w:val="0"/>
              </w:rPr>
              <w:t xml:space="preserve">oceny. Oznacza to, że posiada szeroki zakres wiedzy o społeczeństwie (zna zasady i struktury społeczeństwa, wyjaśnia znaczenie podstawowych struktur administracyjnych, obywatelskich); w sposób samodzielny formułuje opinie o aktualnej sytuacji w zakresie polityki społecznej, wykazuje wrażliwość na podstawowe kwestie społeczne, ładu i pokoju społecznego, jest świadomy zagrożeń społecznych, charakteryzuje się aktywnością na płaszczyźnie społecznej (uczestnictwo i zaangażowanie obywatelskie) pozwalające na aktywne uczestnictwo w procesie stanowienia, realizacji i monitoringu polityki społecznej w zakresie działań na rzecz </w:t>
            </w:r>
            <w:r>
              <w:rPr>
                <w:rFonts w:ascii="Corbel" w:eastAsia="Times New Roman" w:hAnsi="Corbel"/>
                <w:b w:val="0"/>
              </w:rPr>
              <w:t>rodziny</w:t>
            </w:r>
            <w:r w:rsidRPr="00E73FA8">
              <w:rPr>
                <w:rFonts w:ascii="Corbel" w:eastAsia="Times New Roman" w:hAnsi="Corbel"/>
                <w:b w:val="0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45BBD" w:rsidRPr="009C54AE" w:rsidTr="00923D7D">
        <w:tc>
          <w:tcPr>
            <w:tcW w:w="4962" w:type="dxa"/>
          </w:tcPr>
          <w:p w:rsidR="00745BBD" w:rsidRPr="009C54AE" w:rsidRDefault="00745BBD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745BBD" w:rsidRPr="009C54AE" w:rsidRDefault="00745BBD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45BBD" w:rsidRPr="009C54AE" w:rsidTr="00923D7D">
        <w:tc>
          <w:tcPr>
            <w:tcW w:w="4962" w:type="dxa"/>
          </w:tcPr>
          <w:p w:rsidR="00745BBD" w:rsidRPr="009C54AE" w:rsidRDefault="00745B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745BBD" w:rsidRPr="009C54AE" w:rsidRDefault="00745B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45BBD" w:rsidRPr="009C54AE" w:rsidRDefault="00745BBD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45BBD" w:rsidRPr="009C54AE" w:rsidTr="00923D7D">
        <w:tc>
          <w:tcPr>
            <w:tcW w:w="4962" w:type="dxa"/>
          </w:tcPr>
          <w:p w:rsidR="00745BBD" w:rsidRPr="009C54AE" w:rsidRDefault="00745B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45BBD" w:rsidRPr="009C54AE" w:rsidRDefault="00745B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510F91">
              <w:rPr>
                <w:rFonts w:ascii="Corbel" w:hAnsi="Corbel"/>
                <w:sz w:val="24"/>
                <w:szCs w:val="24"/>
              </w:rPr>
              <w:t xml:space="preserve">do zajęć, 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:rsidR="00745BBD" w:rsidRPr="009C54AE" w:rsidRDefault="00745BBD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45BBD" w:rsidRPr="009C54AE" w:rsidTr="00923D7D">
        <w:tc>
          <w:tcPr>
            <w:tcW w:w="4962" w:type="dxa"/>
          </w:tcPr>
          <w:p w:rsidR="00745BBD" w:rsidRPr="009C54AE" w:rsidRDefault="00745B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45BBD" w:rsidRPr="009C54AE" w:rsidRDefault="00745BBD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745BBD" w:rsidRPr="009C54AE" w:rsidTr="00923D7D">
        <w:tc>
          <w:tcPr>
            <w:tcW w:w="4962" w:type="dxa"/>
          </w:tcPr>
          <w:p w:rsidR="00745BBD" w:rsidRPr="009C54AE" w:rsidRDefault="00745B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45BBD" w:rsidRPr="009C54AE" w:rsidRDefault="00745BBD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45BBD" w:rsidRPr="009C54AE" w:rsidTr="008F493F">
        <w:trPr>
          <w:trHeight w:val="397"/>
        </w:trPr>
        <w:tc>
          <w:tcPr>
            <w:tcW w:w="7513" w:type="dxa"/>
          </w:tcPr>
          <w:p w:rsidR="00745BBD" w:rsidRPr="00E93CCB" w:rsidRDefault="00745BBD" w:rsidP="00510F9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93C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45BBD" w:rsidRPr="00E93CCB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93CCB">
              <w:rPr>
                <w:rFonts w:ascii="Corbel" w:hAnsi="Corbel"/>
                <w:sz w:val="24"/>
                <w:szCs w:val="24"/>
              </w:rPr>
              <w:t>Auleytner</w:t>
            </w:r>
            <w:proofErr w:type="spellEnd"/>
            <w:r w:rsidRPr="00E93CCB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 xml:space="preserve">Polityka społeczna czyli ujarzmienie chaosu socjalnego, </w:t>
            </w:r>
            <w:r w:rsidRPr="00E93CCB">
              <w:rPr>
                <w:rFonts w:ascii="Corbel" w:hAnsi="Corbel"/>
                <w:sz w:val="24"/>
                <w:szCs w:val="24"/>
              </w:rPr>
              <w:t>WSP TWP, Warszawa 2002.</w:t>
            </w:r>
          </w:p>
          <w:p w:rsidR="00745BBD" w:rsidRPr="00E93CCB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sz w:val="24"/>
                <w:szCs w:val="24"/>
              </w:rPr>
              <w:lastRenderedPageBreak/>
              <w:t xml:space="preserve">Golinowska S.,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 xml:space="preserve">Polityka społeczna państwa w gospodarce rynkowej, </w:t>
            </w:r>
            <w:r w:rsidRPr="00E93CCB">
              <w:rPr>
                <w:rFonts w:ascii="Corbel" w:hAnsi="Corbel"/>
                <w:sz w:val="24"/>
                <w:szCs w:val="24"/>
              </w:rPr>
              <w:t>PWN, Warszawa 1994.</w:t>
            </w:r>
          </w:p>
          <w:p w:rsidR="00745BBD" w:rsidRPr="00E93CCB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sz w:val="24"/>
                <w:szCs w:val="24"/>
              </w:rPr>
              <w:t xml:space="preserve">Podolski K., </w:t>
            </w:r>
            <w:proofErr w:type="spellStart"/>
            <w:r w:rsidRPr="00E93CCB">
              <w:rPr>
                <w:rFonts w:ascii="Corbel" w:hAnsi="Corbel"/>
                <w:sz w:val="24"/>
                <w:szCs w:val="24"/>
              </w:rPr>
              <w:t>Turnowiecki</w:t>
            </w:r>
            <w:proofErr w:type="spellEnd"/>
            <w:r w:rsidRPr="00E93CCB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 xml:space="preserve">Polityka społeczna, </w:t>
            </w:r>
            <w:r w:rsidRPr="00E93CCB">
              <w:rPr>
                <w:rFonts w:ascii="Corbel" w:hAnsi="Corbel"/>
                <w:sz w:val="24"/>
                <w:szCs w:val="24"/>
              </w:rPr>
              <w:t>Gdańsk 1993.</w:t>
            </w:r>
          </w:p>
          <w:p w:rsidR="00745BBD" w:rsidRPr="00E93CCB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i/>
                <w:sz w:val="24"/>
                <w:szCs w:val="24"/>
              </w:rPr>
              <w:t xml:space="preserve">Polityka społeczna. Podręcznik akademicki, </w:t>
            </w:r>
            <w:r w:rsidRPr="00E93CCB">
              <w:rPr>
                <w:rFonts w:ascii="Corbel" w:hAnsi="Corbel"/>
                <w:sz w:val="24"/>
                <w:szCs w:val="24"/>
              </w:rPr>
              <w:t xml:space="preserve">pod red. </w:t>
            </w:r>
            <w:proofErr w:type="spellStart"/>
            <w:r w:rsidRPr="00E93CCB">
              <w:rPr>
                <w:rFonts w:ascii="Corbel" w:hAnsi="Corbel"/>
                <w:sz w:val="24"/>
                <w:szCs w:val="24"/>
              </w:rPr>
              <w:t>Firlit-Fesnak</w:t>
            </w:r>
            <w:proofErr w:type="spellEnd"/>
            <w:r w:rsidRPr="00E93CCB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E93CCB">
              <w:rPr>
                <w:rFonts w:ascii="Corbel" w:hAnsi="Corbel"/>
                <w:sz w:val="24"/>
                <w:szCs w:val="24"/>
              </w:rPr>
              <w:t>Skoczny-Szylko</w:t>
            </w:r>
            <w:proofErr w:type="spellEnd"/>
            <w:r w:rsidRPr="00E93CCB">
              <w:rPr>
                <w:rFonts w:ascii="Corbel" w:hAnsi="Corbel"/>
                <w:sz w:val="24"/>
                <w:szCs w:val="24"/>
              </w:rPr>
              <w:t xml:space="preserve"> M. PWN, Warszawa 2013.</w:t>
            </w:r>
          </w:p>
          <w:p w:rsidR="00745BBD" w:rsidRPr="00E93CCB" w:rsidRDefault="00745BBD" w:rsidP="00510F91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i/>
                <w:sz w:val="24"/>
                <w:szCs w:val="24"/>
              </w:rPr>
              <w:t xml:space="preserve">Polityka społeczna. Teorie pojęcia problemy. </w:t>
            </w:r>
            <w:r w:rsidRPr="00E93CCB">
              <w:rPr>
                <w:rFonts w:ascii="Corbel" w:hAnsi="Corbel"/>
                <w:sz w:val="24"/>
                <w:szCs w:val="24"/>
              </w:rPr>
              <w:t xml:space="preserve">Pod red. </w:t>
            </w:r>
            <w:proofErr w:type="spellStart"/>
            <w:r w:rsidRPr="00E93CCB">
              <w:rPr>
                <w:rFonts w:ascii="Corbel" w:hAnsi="Corbel"/>
                <w:sz w:val="24"/>
                <w:szCs w:val="24"/>
              </w:rPr>
              <w:t>Lavalette</w:t>
            </w:r>
            <w:proofErr w:type="spellEnd"/>
            <w:r w:rsidRPr="00E93CCB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E93CCB">
              <w:rPr>
                <w:rFonts w:ascii="Corbel" w:hAnsi="Corbel"/>
                <w:sz w:val="24"/>
                <w:szCs w:val="24"/>
              </w:rPr>
              <w:t>Pratt</w:t>
            </w:r>
            <w:proofErr w:type="spellEnd"/>
            <w:r w:rsidRPr="00E93CCB">
              <w:rPr>
                <w:rFonts w:ascii="Corbel" w:hAnsi="Corbel"/>
                <w:sz w:val="24"/>
                <w:szCs w:val="24"/>
              </w:rPr>
              <w:t xml:space="preserve"> A., PWN, Warszawa 2010.</w:t>
            </w:r>
          </w:p>
          <w:p w:rsidR="00E93CCB" w:rsidRPr="00E93CCB" w:rsidRDefault="00E93CCB" w:rsidP="00510F91">
            <w:pPr>
              <w:contextualSpacing/>
              <w:rPr>
                <w:rFonts w:ascii="Corbel" w:hAnsi="Corbel" w:cs="Arial"/>
                <w:sz w:val="24"/>
              </w:rPr>
            </w:pPr>
            <w:proofErr w:type="spellStart"/>
            <w:r w:rsidRPr="00E93CCB">
              <w:rPr>
                <w:rFonts w:ascii="Corbel" w:hAnsi="Corbel" w:cs="Arial"/>
                <w:sz w:val="24"/>
              </w:rPr>
              <w:t>Szlendak</w:t>
            </w:r>
            <w:proofErr w:type="spellEnd"/>
            <w:r w:rsidRPr="00E93CCB">
              <w:rPr>
                <w:rFonts w:ascii="Corbel" w:hAnsi="Corbel" w:cs="Arial"/>
                <w:sz w:val="24"/>
              </w:rPr>
              <w:t xml:space="preserve"> T., </w:t>
            </w:r>
            <w:r w:rsidRPr="00510F91">
              <w:rPr>
                <w:rFonts w:ascii="Corbel" w:hAnsi="Corbel" w:cs="Arial"/>
                <w:i/>
                <w:iCs/>
                <w:sz w:val="24"/>
              </w:rPr>
              <w:t>Socjologia rodziny,</w:t>
            </w:r>
            <w:r w:rsidRPr="00E93CCB">
              <w:rPr>
                <w:rFonts w:ascii="Corbel" w:hAnsi="Corbel" w:cs="Arial"/>
                <w:sz w:val="24"/>
              </w:rPr>
              <w:t xml:space="preserve"> Warszawa 2010.</w:t>
            </w:r>
          </w:p>
          <w:p w:rsidR="00E93CCB" w:rsidRPr="00E93CCB" w:rsidRDefault="00E93CCB" w:rsidP="00510F91">
            <w:pPr>
              <w:contextualSpacing/>
              <w:rPr>
                <w:rFonts w:ascii="Corbel" w:hAnsi="Corbel" w:cs="Arial"/>
                <w:sz w:val="24"/>
              </w:rPr>
            </w:pPr>
            <w:r w:rsidRPr="00E93CCB">
              <w:rPr>
                <w:rFonts w:ascii="Corbel" w:hAnsi="Corbel" w:cs="Arial"/>
                <w:sz w:val="24"/>
              </w:rPr>
              <w:t xml:space="preserve">Tyszka Z. </w:t>
            </w:r>
            <w:r w:rsidRPr="00510F91">
              <w:rPr>
                <w:rFonts w:ascii="Corbel" w:hAnsi="Corbel" w:cs="Arial"/>
                <w:i/>
                <w:iCs/>
                <w:sz w:val="24"/>
              </w:rPr>
              <w:t>Socjologia rodziny,</w:t>
            </w:r>
            <w:r w:rsidRPr="00E93CCB">
              <w:rPr>
                <w:rFonts w:ascii="Corbel" w:hAnsi="Corbel" w:cs="Arial"/>
                <w:sz w:val="24"/>
              </w:rPr>
              <w:t xml:space="preserve"> Warszawa 1979.</w:t>
            </w:r>
          </w:p>
          <w:p w:rsidR="00E93CCB" w:rsidRPr="00E93CCB" w:rsidRDefault="00E93CCB" w:rsidP="00510F91">
            <w:pPr>
              <w:contextualSpacing/>
              <w:rPr>
                <w:rFonts w:ascii="Corbel" w:hAnsi="Corbel" w:cs="Arial"/>
                <w:sz w:val="24"/>
              </w:rPr>
            </w:pPr>
            <w:r w:rsidRPr="00E93CCB">
              <w:rPr>
                <w:rFonts w:ascii="Corbel" w:hAnsi="Corbel" w:cs="Arial"/>
                <w:sz w:val="24"/>
              </w:rPr>
              <w:t xml:space="preserve">Tyszka Z., (red), </w:t>
            </w:r>
            <w:r w:rsidRPr="00510F91">
              <w:rPr>
                <w:rFonts w:ascii="Corbel" w:hAnsi="Corbel" w:cs="Arial"/>
                <w:i/>
                <w:iCs/>
                <w:sz w:val="24"/>
              </w:rPr>
              <w:t xml:space="preserve">Współczesne rodziny polskie - ich stan i kierunek przemian, </w:t>
            </w:r>
            <w:r w:rsidRPr="00E93CCB">
              <w:rPr>
                <w:rFonts w:ascii="Corbel" w:hAnsi="Corbel" w:cs="Arial"/>
                <w:sz w:val="24"/>
              </w:rPr>
              <w:t>Poznań 2001.</w:t>
            </w:r>
          </w:p>
          <w:p w:rsidR="00745BBD" w:rsidRPr="00510F91" w:rsidRDefault="00E93CCB" w:rsidP="00510F91">
            <w:pPr>
              <w:contextualSpacing/>
              <w:rPr>
                <w:rFonts w:ascii="Corbel" w:hAnsi="Corbel" w:cs="Arial"/>
                <w:sz w:val="24"/>
              </w:rPr>
            </w:pPr>
            <w:r w:rsidRPr="00E93CCB">
              <w:rPr>
                <w:rFonts w:ascii="Corbel" w:hAnsi="Corbel" w:cs="Arial"/>
                <w:sz w:val="24"/>
              </w:rPr>
              <w:t xml:space="preserve">Tyszka Z., </w:t>
            </w:r>
            <w:r w:rsidRPr="00510F91">
              <w:rPr>
                <w:rFonts w:ascii="Corbel" w:hAnsi="Corbel" w:cs="Arial"/>
                <w:i/>
                <w:iCs/>
                <w:sz w:val="24"/>
              </w:rPr>
              <w:t>Rodzina we współczesnym świecie,</w:t>
            </w:r>
            <w:r w:rsidRPr="00E93CCB">
              <w:rPr>
                <w:rFonts w:ascii="Corbel" w:hAnsi="Corbel" w:cs="Arial"/>
                <w:sz w:val="24"/>
              </w:rPr>
              <w:t xml:space="preserve"> Poznań 2003.</w:t>
            </w:r>
          </w:p>
        </w:tc>
      </w:tr>
      <w:tr w:rsidR="00745BBD" w:rsidRPr="00E93CCB" w:rsidTr="008F493F">
        <w:trPr>
          <w:trHeight w:val="397"/>
        </w:trPr>
        <w:tc>
          <w:tcPr>
            <w:tcW w:w="7513" w:type="dxa"/>
          </w:tcPr>
          <w:p w:rsidR="00745BBD" w:rsidRPr="00E93CCB" w:rsidRDefault="00745BBD" w:rsidP="008F49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3C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45BBD" w:rsidRPr="00E93CCB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sz w:val="24"/>
                <w:szCs w:val="24"/>
              </w:rPr>
              <w:t xml:space="preserve">Karwacki A., Kaszyński H. (red.),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>Polityka aktywizacji w Polsce</w:t>
            </w:r>
            <w:r w:rsidRPr="00E93CCB">
              <w:rPr>
                <w:rFonts w:ascii="Corbel" w:hAnsi="Corbel"/>
                <w:sz w:val="24"/>
                <w:szCs w:val="24"/>
              </w:rPr>
              <w:t xml:space="preserve">, Toruń 2008; </w:t>
            </w:r>
          </w:p>
          <w:p w:rsidR="00745BBD" w:rsidRPr="00E93CCB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93CCB">
              <w:rPr>
                <w:rFonts w:ascii="Corbel" w:hAnsi="Corbel"/>
                <w:sz w:val="24"/>
                <w:szCs w:val="24"/>
              </w:rPr>
              <w:t xml:space="preserve">Piątek K.,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>Oblicza polityki społecznej. W kierunku autonomizacji polityki socjalnej</w:t>
            </w:r>
            <w:r w:rsidRPr="00E93CCB">
              <w:rPr>
                <w:rFonts w:ascii="Corbel" w:hAnsi="Corbel"/>
                <w:sz w:val="24"/>
                <w:szCs w:val="24"/>
              </w:rPr>
              <w:t xml:space="preserve">, Toruń 2012, </w:t>
            </w:r>
            <w:proofErr w:type="spellStart"/>
            <w:r w:rsidRPr="00E93CCB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E93CCB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E93CCB">
              <w:rPr>
                <w:rFonts w:ascii="Corbel" w:hAnsi="Corbel"/>
                <w:i/>
                <w:sz w:val="24"/>
                <w:szCs w:val="24"/>
              </w:rPr>
              <w:t>Wielosektorowa polityka społeczna</w:t>
            </w:r>
            <w:r w:rsidRPr="00E93CCB">
              <w:rPr>
                <w:rFonts w:ascii="Corbel" w:hAnsi="Corbel"/>
                <w:sz w:val="24"/>
                <w:szCs w:val="24"/>
              </w:rPr>
              <w:t xml:space="preserve">, Warszawa 2009; </w:t>
            </w:r>
          </w:p>
          <w:p w:rsidR="00745BBD" w:rsidRPr="00510F91" w:rsidRDefault="00745BBD" w:rsidP="00510F91">
            <w:pPr>
              <w:spacing w:after="0"/>
              <w:rPr>
                <w:rFonts w:ascii="Corbel" w:hAnsi="Corbel" w:cs="Tahoma"/>
                <w:color w:val="000000" w:themeColor="text1"/>
                <w:sz w:val="24"/>
                <w:szCs w:val="24"/>
              </w:rPr>
            </w:pPr>
            <w:proofErr w:type="spellStart"/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>Rajkiewicz</w:t>
            </w:r>
            <w:proofErr w:type="spellEnd"/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A., </w:t>
            </w:r>
            <w:r w:rsidRPr="00510F91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>Społeczeństwo polskie po roku 1989... Zagadnienia polityki społecznej</w:t>
            </w:r>
            <w:r w:rsidRPr="00510F91">
              <w:rPr>
                <w:rFonts w:ascii="Corbel" w:hAnsi="Corbel" w:cs="Tahoma"/>
                <w:color w:val="000000" w:themeColor="text1"/>
                <w:sz w:val="24"/>
                <w:szCs w:val="24"/>
              </w:rPr>
              <w:t>, Warszawa 1994.</w:t>
            </w:r>
          </w:p>
          <w:p w:rsidR="00745BBD" w:rsidRPr="00510F91" w:rsidRDefault="00745BBD" w:rsidP="00510F91">
            <w:pPr>
              <w:spacing w:after="0"/>
              <w:rPr>
                <w:rFonts w:ascii="Corbel" w:hAnsi="Corbel" w:cs="Tahoma"/>
                <w:color w:val="000000" w:themeColor="text1"/>
                <w:sz w:val="24"/>
                <w:szCs w:val="24"/>
              </w:rPr>
            </w:pPr>
            <w:proofErr w:type="spellStart"/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>Rajkiewicz</w:t>
            </w:r>
            <w:proofErr w:type="spellEnd"/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A., </w:t>
            </w:r>
            <w:r w:rsidRPr="00510F91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 </w:t>
            </w:r>
            <w:r w:rsidRPr="00510F91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 xml:space="preserve">Zagrożenia społeczne w Polsce, </w:t>
            </w:r>
            <w:r w:rsidRPr="00510F91">
              <w:rPr>
                <w:rFonts w:ascii="Corbel" w:hAnsi="Corbel" w:cs="Tahoma"/>
                <w:iCs/>
                <w:color w:val="000000" w:themeColor="text1"/>
                <w:sz w:val="24"/>
                <w:szCs w:val="24"/>
              </w:rPr>
              <w:t xml:space="preserve">Warszawa </w:t>
            </w:r>
            <w:r w:rsidRPr="00510F91">
              <w:rPr>
                <w:rFonts w:ascii="Corbel" w:hAnsi="Corbel" w:cs="Tahoma"/>
                <w:color w:val="000000" w:themeColor="text1"/>
                <w:sz w:val="24"/>
                <w:szCs w:val="24"/>
              </w:rPr>
              <w:t>1986.</w:t>
            </w:r>
          </w:p>
          <w:p w:rsidR="00745BBD" w:rsidRPr="00510F91" w:rsidRDefault="00745BBD" w:rsidP="00510F91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>Rajkiewicz</w:t>
            </w:r>
            <w:proofErr w:type="spellEnd"/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A., </w:t>
            </w:r>
            <w:r w:rsidRPr="00510F91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>Zewnętrzne migracje zarobkowe we współczesnej Polsce</w:t>
            </w:r>
            <w:r w:rsidRPr="00510F91">
              <w:rPr>
                <w:rFonts w:ascii="Corbel" w:hAnsi="Corbel" w:cs="Tahoma"/>
                <w:color w:val="000000" w:themeColor="text1"/>
                <w:sz w:val="24"/>
                <w:szCs w:val="24"/>
              </w:rPr>
              <w:t>, Warszawa 2000.</w:t>
            </w:r>
          </w:p>
          <w:p w:rsidR="00745BBD" w:rsidRPr="00510F91" w:rsidRDefault="00745BBD" w:rsidP="00510F91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>Rysz</w:t>
            </w:r>
            <w:proofErr w:type="spellEnd"/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-Kowalczyk B., </w:t>
            </w:r>
            <w:r w:rsidRPr="00510F91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Polityka społeczna gmin i powiatów</w:t>
            </w: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>, Warszawa 2011;</w:t>
            </w:r>
          </w:p>
          <w:p w:rsidR="00745BBD" w:rsidRPr="00510F91" w:rsidRDefault="00745BBD" w:rsidP="00510F91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Rymsza M., </w:t>
            </w:r>
            <w:r w:rsidRPr="00510F91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Aktywizacja w polityce społecznej</w:t>
            </w: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>, Warszawa 2013.</w:t>
            </w:r>
          </w:p>
          <w:p w:rsidR="00745BBD" w:rsidRPr="00510F91" w:rsidRDefault="00745BBD" w:rsidP="00510F91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>Skoczny-Szylko</w:t>
            </w:r>
            <w:proofErr w:type="spellEnd"/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M., </w:t>
            </w:r>
            <w:r w:rsidRPr="00510F91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 xml:space="preserve">Polityka społeczna wobec bezrobocia w Trzeciej Rzeczypospolitej, </w:t>
            </w:r>
            <w:r w:rsidRPr="00510F91">
              <w:rPr>
                <w:rFonts w:ascii="Corbel" w:hAnsi="Corbel"/>
                <w:color w:val="000000" w:themeColor="text1"/>
                <w:sz w:val="24"/>
                <w:szCs w:val="24"/>
              </w:rPr>
              <w:t>Warszawa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890" w:rsidRDefault="00C03890" w:rsidP="00C16ABF">
      <w:pPr>
        <w:spacing w:after="0" w:line="240" w:lineRule="auto"/>
      </w:pPr>
      <w:r>
        <w:separator/>
      </w:r>
    </w:p>
  </w:endnote>
  <w:endnote w:type="continuationSeparator" w:id="0">
    <w:p w:rsidR="00C03890" w:rsidRDefault="00C038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890" w:rsidRDefault="00C03890" w:rsidP="00C16ABF">
      <w:pPr>
        <w:spacing w:after="0" w:line="240" w:lineRule="auto"/>
      </w:pPr>
      <w:r>
        <w:separator/>
      </w:r>
    </w:p>
  </w:footnote>
  <w:footnote w:type="continuationSeparator" w:id="0">
    <w:p w:rsidR="00C03890" w:rsidRDefault="00C03890" w:rsidP="00C16ABF">
      <w:pPr>
        <w:spacing w:after="0" w:line="240" w:lineRule="auto"/>
      </w:pPr>
      <w:r>
        <w:continuationSeparator/>
      </w:r>
    </w:p>
  </w:footnote>
  <w:footnote w:id="1">
    <w:p w:rsidR="00745BBD" w:rsidRDefault="00745BBD" w:rsidP="00745B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33F4D"/>
    <w:rsid w:val="00134B13"/>
    <w:rsid w:val="00146BC0"/>
    <w:rsid w:val="0015239E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07E3"/>
    <w:rsid w:val="002144C0"/>
    <w:rsid w:val="0022477D"/>
    <w:rsid w:val="002278A9"/>
    <w:rsid w:val="002336F9"/>
    <w:rsid w:val="0024028F"/>
    <w:rsid w:val="00244ABC"/>
    <w:rsid w:val="00246392"/>
    <w:rsid w:val="00281FF2"/>
    <w:rsid w:val="002857DE"/>
    <w:rsid w:val="00291567"/>
    <w:rsid w:val="002A0B9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3F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274"/>
    <w:rsid w:val="003A0A5B"/>
    <w:rsid w:val="003A1176"/>
    <w:rsid w:val="003B3053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0B1D"/>
    <w:rsid w:val="004840FD"/>
    <w:rsid w:val="00490F7D"/>
    <w:rsid w:val="00491678"/>
    <w:rsid w:val="004968E2"/>
    <w:rsid w:val="004A3EEA"/>
    <w:rsid w:val="004A4D1F"/>
    <w:rsid w:val="004B45DE"/>
    <w:rsid w:val="004C436B"/>
    <w:rsid w:val="004D5282"/>
    <w:rsid w:val="004F1551"/>
    <w:rsid w:val="004F55A3"/>
    <w:rsid w:val="0050496F"/>
    <w:rsid w:val="00510F91"/>
    <w:rsid w:val="00513B6F"/>
    <w:rsid w:val="00517C63"/>
    <w:rsid w:val="00523487"/>
    <w:rsid w:val="00526C94"/>
    <w:rsid w:val="0053458D"/>
    <w:rsid w:val="005363C4"/>
    <w:rsid w:val="00536BDE"/>
    <w:rsid w:val="005419D3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1BE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3F4"/>
    <w:rsid w:val="00671958"/>
    <w:rsid w:val="00675843"/>
    <w:rsid w:val="00685D89"/>
    <w:rsid w:val="00687ECC"/>
    <w:rsid w:val="00696477"/>
    <w:rsid w:val="006B6B58"/>
    <w:rsid w:val="006C54AB"/>
    <w:rsid w:val="006D050F"/>
    <w:rsid w:val="006D6139"/>
    <w:rsid w:val="006E4BCB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5968"/>
    <w:rsid w:val="00745BBD"/>
    <w:rsid w:val="007461D6"/>
    <w:rsid w:val="00746EC8"/>
    <w:rsid w:val="00762956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B5C3F"/>
    <w:rsid w:val="007C3299"/>
    <w:rsid w:val="007C3BCC"/>
    <w:rsid w:val="007C4546"/>
    <w:rsid w:val="007C7CAC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945"/>
    <w:rsid w:val="008D3DFB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58E0"/>
    <w:rsid w:val="00981ABE"/>
    <w:rsid w:val="00997F14"/>
    <w:rsid w:val="009A78CD"/>
    <w:rsid w:val="009A78D9"/>
    <w:rsid w:val="009C1331"/>
    <w:rsid w:val="009C3E31"/>
    <w:rsid w:val="009C54AE"/>
    <w:rsid w:val="009C788E"/>
    <w:rsid w:val="009D3E14"/>
    <w:rsid w:val="009E3B41"/>
    <w:rsid w:val="009E4546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870CF"/>
    <w:rsid w:val="00A9362F"/>
    <w:rsid w:val="00A97DE1"/>
    <w:rsid w:val="00AA03E1"/>
    <w:rsid w:val="00AA4955"/>
    <w:rsid w:val="00AB053C"/>
    <w:rsid w:val="00AB1691"/>
    <w:rsid w:val="00AC3092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3D7E"/>
    <w:rsid w:val="00B048EA"/>
    <w:rsid w:val="00B06142"/>
    <w:rsid w:val="00B1013A"/>
    <w:rsid w:val="00B135B1"/>
    <w:rsid w:val="00B3130B"/>
    <w:rsid w:val="00B40ADB"/>
    <w:rsid w:val="00B43B77"/>
    <w:rsid w:val="00B43E80"/>
    <w:rsid w:val="00B44F91"/>
    <w:rsid w:val="00B607DB"/>
    <w:rsid w:val="00B66529"/>
    <w:rsid w:val="00B75946"/>
    <w:rsid w:val="00B8056E"/>
    <w:rsid w:val="00B819C8"/>
    <w:rsid w:val="00B822DD"/>
    <w:rsid w:val="00B82308"/>
    <w:rsid w:val="00B90885"/>
    <w:rsid w:val="00B9490F"/>
    <w:rsid w:val="00BA0A36"/>
    <w:rsid w:val="00BB520A"/>
    <w:rsid w:val="00BD3869"/>
    <w:rsid w:val="00BD66E9"/>
    <w:rsid w:val="00BD6FF4"/>
    <w:rsid w:val="00BE6880"/>
    <w:rsid w:val="00BF2C41"/>
    <w:rsid w:val="00C03890"/>
    <w:rsid w:val="00C058B4"/>
    <w:rsid w:val="00C05F44"/>
    <w:rsid w:val="00C131B5"/>
    <w:rsid w:val="00C16ABF"/>
    <w:rsid w:val="00C170AE"/>
    <w:rsid w:val="00C23ED8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4B98"/>
    <w:rsid w:val="00CA2B96"/>
    <w:rsid w:val="00CA32C3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A7153"/>
    <w:rsid w:val="00DD52D9"/>
    <w:rsid w:val="00DE09C0"/>
    <w:rsid w:val="00DE4A14"/>
    <w:rsid w:val="00DE5AE8"/>
    <w:rsid w:val="00DF320D"/>
    <w:rsid w:val="00DF71C8"/>
    <w:rsid w:val="00DF75C6"/>
    <w:rsid w:val="00E129B8"/>
    <w:rsid w:val="00E21E7D"/>
    <w:rsid w:val="00E22FBC"/>
    <w:rsid w:val="00E24BF5"/>
    <w:rsid w:val="00E25338"/>
    <w:rsid w:val="00E27F45"/>
    <w:rsid w:val="00E51E44"/>
    <w:rsid w:val="00E63348"/>
    <w:rsid w:val="00E73512"/>
    <w:rsid w:val="00E77E88"/>
    <w:rsid w:val="00E8107D"/>
    <w:rsid w:val="00E93CCB"/>
    <w:rsid w:val="00E960BB"/>
    <w:rsid w:val="00E97DC8"/>
    <w:rsid w:val="00EA2074"/>
    <w:rsid w:val="00EA4832"/>
    <w:rsid w:val="00EA4E9D"/>
    <w:rsid w:val="00EB6F61"/>
    <w:rsid w:val="00EC32D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695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2F65F-762C-42E7-9213-13B2BD4B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745BB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45BBD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27F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5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149FB-C8B4-4BA7-8FE6-9C3296642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1114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2021-01-11T14:57:00Z</dcterms:created>
  <dcterms:modified xsi:type="dcterms:W3CDTF">2022-02-23T13:36:00Z</dcterms:modified>
</cp:coreProperties>
</file>